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624"/>
        <w:gridCol w:w="7314"/>
        <w:gridCol w:w="1701"/>
      </w:tblGrid>
      <w:tr w:rsidR="00AA75FA" w:rsidTr="008148EA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772B75" w:rsidRDefault="00772B75" w:rsidP="00772B75">
            <w:pPr>
              <w:ind w:left="4962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Приложение № </w:t>
            </w:r>
            <w:r w:rsidR="00646BB1">
              <w:rPr>
                <w:bCs/>
                <w:szCs w:val="28"/>
              </w:rPr>
              <w:t>9</w:t>
            </w:r>
          </w:p>
          <w:p w:rsidR="00772B75" w:rsidRDefault="00772B75" w:rsidP="00772B75">
            <w:pPr>
              <w:ind w:left="4962"/>
              <w:rPr>
                <w:bCs/>
                <w:szCs w:val="28"/>
              </w:rPr>
            </w:pPr>
            <w:r>
              <w:rPr>
                <w:bCs/>
                <w:szCs w:val="28"/>
              </w:rPr>
              <w:t>к решению Совета муниципального</w:t>
            </w:r>
          </w:p>
          <w:p w:rsidR="00772B75" w:rsidRPr="00340266" w:rsidRDefault="00772B75" w:rsidP="00772B75">
            <w:pPr>
              <w:ind w:left="4962"/>
              <w:rPr>
                <w:bCs/>
                <w:szCs w:val="28"/>
              </w:rPr>
            </w:pPr>
            <w:r w:rsidRPr="00340266">
              <w:rPr>
                <w:bCs/>
                <w:szCs w:val="28"/>
              </w:rPr>
              <w:t>образования Новокубанский район</w:t>
            </w:r>
          </w:p>
          <w:p w:rsidR="00772B75" w:rsidRPr="00340266" w:rsidRDefault="00772B75" w:rsidP="00772B75">
            <w:pPr>
              <w:tabs>
                <w:tab w:val="left" w:pos="5103"/>
                <w:tab w:val="left" w:pos="8505"/>
                <w:tab w:val="left" w:pos="10773"/>
              </w:tabs>
              <w:ind w:left="4962"/>
              <w:rPr>
                <w:bCs/>
                <w:szCs w:val="28"/>
              </w:rPr>
            </w:pPr>
            <w:r w:rsidRPr="00340266">
              <w:rPr>
                <w:bCs/>
                <w:szCs w:val="28"/>
              </w:rPr>
              <w:t xml:space="preserve">от </w:t>
            </w:r>
            <w:r w:rsidR="003B0CD5">
              <w:rPr>
                <w:bCs/>
                <w:szCs w:val="28"/>
              </w:rPr>
              <w:t xml:space="preserve">18 июля </w:t>
            </w:r>
            <w:r w:rsidRPr="00340266">
              <w:rPr>
                <w:bCs/>
                <w:szCs w:val="28"/>
              </w:rPr>
              <w:t xml:space="preserve">2019 года № </w:t>
            </w:r>
            <w:r w:rsidR="003B0CD5">
              <w:rPr>
                <w:bCs/>
                <w:szCs w:val="28"/>
              </w:rPr>
              <w:t>452</w:t>
            </w:r>
            <w:bookmarkStart w:id="0" w:name="_GoBack"/>
            <w:bookmarkEnd w:id="0"/>
          </w:p>
          <w:p w:rsidR="00772B75" w:rsidRPr="00772B75" w:rsidRDefault="00772B75" w:rsidP="00772B75">
            <w:pPr>
              <w:ind w:left="4962"/>
              <w:rPr>
                <w:bCs/>
                <w:szCs w:val="28"/>
              </w:rPr>
            </w:pPr>
          </w:p>
          <w:p w:rsidR="00AA75FA" w:rsidRPr="00BC5F4C" w:rsidRDefault="00772B75" w:rsidP="00772B75">
            <w:pPr>
              <w:ind w:left="4962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95537C">
              <w:rPr>
                <w:szCs w:val="28"/>
              </w:rPr>
              <w:t>«</w:t>
            </w:r>
            <w:r w:rsidR="00AA75FA">
              <w:rPr>
                <w:szCs w:val="28"/>
              </w:rPr>
              <w:t xml:space="preserve">Приложение </w:t>
            </w:r>
            <w:r w:rsidR="00BC5F4C">
              <w:rPr>
                <w:szCs w:val="28"/>
              </w:rPr>
              <w:t>№ 14</w:t>
            </w:r>
          </w:p>
        </w:tc>
      </w:tr>
      <w:tr w:rsidR="00C3442C" w:rsidTr="007E6C06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2A572F" w:rsidRDefault="00C3442C" w:rsidP="00772B75">
            <w:pPr>
              <w:ind w:left="4962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к решению Совета муниципального</w:t>
            </w:r>
          </w:p>
        </w:tc>
      </w:tr>
      <w:tr w:rsidR="00C3442C" w:rsidTr="007E6C06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772B75" w:rsidRPr="002A572F" w:rsidRDefault="00C3442C" w:rsidP="00772B75">
            <w:pPr>
              <w:ind w:left="4962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образования Новокубанский район</w:t>
            </w:r>
          </w:p>
        </w:tc>
      </w:tr>
      <w:tr w:rsidR="00C3442C" w:rsidTr="007E6C06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1F120C" w:rsidRDefault="00C3442C" w:rsidP="00772B75">
            <w:pPr>
              <w:tabs>
                <w:tab w:val="left" w:pos="4820"/>
                <w:tab w:val="left" w:pos="9653"/>
              </w:tabs>
              <w:ind w:left="4962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 xml:space="preserve"> </w:t>
            </w:r>
            <w:r w:rsidR="0001293A" w:rsidRPr="00C94E78">
              <w:rPr>
                <w:szCs w:val="28"/>
              </w:rPr>
              <w:t xml:space="preserve">от </w:t>
            </w:r>
            <w:r w:rsidR="0001293A">
              <w:rPr>
                <w:szCs w:val="28"/>
              </w:rPr>
              <w:t>22 ноября 2018 года</w:t>
            </w:r>
            <w:r w:rsidR="0001293A" w:rsidRPr="00C94E78">
              <w:rPr>
                <w:szCs w:val="28"/>
              </w:rPr>
              <w:t xml:space="preserve"> № </w:t>
            </w:r>
            <w:r w:rsidR="0001293A">
              <w:rPr>
                <w:szCs w:val="28"/>
              </w:rPr>
              <w:t>380</w:t>
            </w:r>
          </w:p>
        </w:tc>
      </w:tr>
      <w:tr w:rsidR="00627195" w:rsidTr="007E6C06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627195" w:rsidRDefault="00627195" w:rsidP="00C3442C">
            <w:pPr>
              <w:tabs>
                <w:tab w:val="left" w:pos="4820"/>
                <w:tab w:val="left" w:pos="9653"/>
              </w:tabs>
              <w:rPr>
                <w:szCs w:val="28"/>
              </w:rPr>
            </w:pPr>
          </w:p>
          <w:p w:rsidR="00EA3257" w:rsidRPr="00EA3257" w:rsidRDefault="00EA3257" w:rsidP="00C3442C">
            <w:pPr>
              <w:tabs>
                <w:tab w:val="left" w:pos="4820"/>
                <w:tab w:val="left" w:pos="9653"/>
              </w:tabs>
              <w:rPr>
                <w:szCs w:val="28"/>
              </w:rPr>
            </w:pPr>
          </w:p>
        </w:tc>
      </w:tr>
      <w:tr w:rsidR="00AA75FA" w:rsidTr="008148EA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CC7" w:rsidRPr="002A7901" w:rsidRDefault="00295CC7" w:rsidP="00CC2D3F">
            <w:pPr>
              <w:rPr>
                <w:szCs w:val="28"/>
                <w:lang w:val="en-US"/>
              </w:rPr>
            </w:pPr>
          </w:p>
        </w:tc>
      </w:tr>
      <w:tr w:rsidR="00AA75FA" w:rsidTr="008148EA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Объем бюджетных ассигнований, направляемых на социальную</w:t>
            </w:r>
            <w:r w:rsidR="00B46B01">
              <w:rPr>
                <w:b/>
                <w:bCs/>
                <w:szCs w:val="28"/>
              </w:rPr>
              <w:t xml:space="preserve">             </w:t>
            </w:r>
            <w:r>
              <w:rPr>
                <w:b/>
                <w:bCs/>
                <w:szCs w:val="28"/>
              </w:rPr>
              <w:t xml:space="preserve"> поддержку детей и семей, имеющих детей</w:t>
            </w:r>
            <w:r w:rsidR="0044291F">
              <w:rPr>
                <w:b/>
                <w:bCs/>
                <w:szCs w:val="28"/>
              </w:rPr>
              <w:t>,</w:t>
            </w:r>
            <w:r w:rsidR="001F120C">
              <w:rPr>
                <w:b/>
                <w:bCs/>
                <w:szCs w:val="28"/>
              </w:rPr>
              <w:t xml:space="preserve"> на 201</w:t>
            </w:r>
            <w:r w:rsidR="001F120C">
              <w:rPr>
                <w:b/>
                <w:bCs/>
                <w:szCs w:val="28"/>
                <w:lang w:val="en-US"/>
              </w:rPr>
              <w:t>9</w:t>
            </w:r>
            <w:r>
              <w:rPr>
                <w:b/>
                <w:bCs/>
                <w:szCs w:val="28"/>
              </w:rPr>
              <w:t xml:space="preserve"> год </w:t>
            </w:r>
          </w:p>
          <w:p w:rsidR="00B46B01" w:rsidRPr="00B46B01" w:rsidRDefault="00B46B01" w:rsidP="00CC2D3F">
            <w:pPr>
              <w:jc w:val="center"/>
              <w:rPr>
                <w:b/>
                <w:bCs/>
                <w:sz w:val="20"/>
                <w:szCs w:val="28"/>
              </w:rPr>
            </w:pPr>
          </w:p>
        </w:tc>
      </w:tr>
      <w:tr w:rsidR="00AA75FA" w:rsidTr="008148EA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AA75FA" w:rsidTr="008148EA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75FA" w:rsidRDefault="00AA75F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рублей)</w:t>
            </w:r>
          </w:p>
        </w:tc>
      </w:tr>
      <w:tr w:rsidR="00AA75FA" w:rsidTr="008148EA">
        <w:trPr>
          <w:cantSplit/>
          <w:trHeight w:val="322"/>
        </w:trPr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Pr="00EA3257" w:rsidRDefault="00AA75FA" w:rsidP="00CC2D3F">
            <w:pPr>
              <w:jc w:val="center"/>
              <w:rPr>
                <w:szCs w:val="28"/>
              </w:rPr>
            </w:pPr>
            <w:r w:rsidRPr="00EA3257">
              <w:rPr>
                <w:szCs w:val="28"/>
              </w:rPr>
              <w:t>№ п/п</w:t>
            </w:r>
          </w:p>
        </w:tc>
        <w:tc>
          <w:tcPr>
            <w:tcW w:w="731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Pr="00EA3257" w:rsidRDefault="00AA75FA" w:rsidP="00CC2D3F">
            <w:pPr>
              <w:jc w:val="center"/>
              <w:rPr>
                <w:szCs w:val="28"/>
              </w:rPr>
            </w:pPr>
            <w:r w:rsidRPr="00EA3257">
              <w:rPr>
                <w:szCs w:val="28"/>
              </w:rPr>
              <w:t>Направление расходов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Pr="00EA3257" w:rsidRDefault="00CC2D3F" w:rsidP="00EA3257">
            <w:pPr>
              <w:rPr>
                <w:szCs w:val="28"/>
              </w:rPr>
            </w:pPr>
            <w:r w:rsidRPr="00EA3257">
              <w:rPr>
                <w:szCs w:val="28"/>
              </w:rPr>
              <w:t>Сумма</w:t>
            </w:r>
          </w:p>
        </w:tc>
      </w:tr>
      <w:tr w:rsidR="00AA75FA" w:rsidTr="008148EA">
        <w:trPr>
          <w:cantSplit/>
          <w:trHeight w:val="322"/>
        </w:trPr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  <w:tc>
          <w:tcPr>
            <w:tcW w:w="731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</w:tr>
      <w:tr w:rsidR="00AA75FA" w:rsidTr="00EA3257">
        <w:trPr>
          <w:cantSplit/>
          <w:trHeight w:val="322"/>
        </w:trPr>
        <w:tc>
          <w:tcPr>
            <w:tcW w:w="62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  <w:tc>
          <w:tcPr>
            <w:tcW w:w="7314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</w:tr>
    </w:tbl>
    <w:p w:rsidR="00AA75FA" w:rsidRPr="00AA75FA" w:rsidRDefault="00AA75FA">
      <w:pPr>
        <w:rPr>
          <w:sz w:val="2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4"/>
        <w:gridCol w:w="7314"/>
        <w:gridCol w:w="1701"/>
      </w:tblGrid>
      <w:tr w:rsidR="00AA75FA" w:rsidTr="0095537C">
        <w:trPr>
          <w:cantSplit/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AA75FA" w:rsidTr="0095537C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Pr="00EA3257" w:rsidRDefault="00C3442C" w:rsidP="00A3425A">
            <w:pPr>
              <w:jc w:val="right"/>
              <w:rPr>
                <w:szCs w:val="28"/>
              </w:rPr>
            </w:pPr>
            <w:r w:rsidRPr="00EA3257">
              <w:rPr>
                <w:szCs w:val="28"/>
              </w:rPr>
              <w:t>1</w:t>
            </w:r>
            <w:r w:rsidR="00AA75FA"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5FA" w:rsidRPr="00EA3257" w:rsidRDefault="00AA75FA" w:rsidP="00D96B4F">
            <w:pPr>
              <w:rPr>
                <w:szCs w:val="28"/>
              </w:rPr>
            </w:pPr>
            <w:r w:rsidRPr="00EA3257">
              <w:rPr>
                <w:szCs w:val="28"/>
              </w:rPr>
              <w:t xml:space="preserve">Обеспечение отдыха и оздоровления детей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Pr="00EA3257" w:rsidRDefault="001D3873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617,3</w:t>
            </w:r>
          </w:p>
        </w:tc>
      </w:tr>
      <w:tr w:rsidR="00AA75F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Pr="00EA3257" w:rsidRDefault="00C3442C" w:rsidP="00A3425A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2</w:t>
            </w:r>
            <w:r w:rsidR="00AA75FA"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Pr="00EA3257" w:rsidRDefault="00C3442C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</w:t>
            </w:r>
            <w:r w:rsidR="00AA75FA" w:rsidRPr="00EA3257">
              <w:rPr>
                <w:szCs w:val="28"/>
              </w:rPr>
              <w:t>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Pr="00EA3257" w:rsidRDefault="001D3873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32 805,5</w:t>
            </w:r>
          </w:p>
        </w:tc>
      </w:tr>
      <w:tr w:rsidR="00352CD9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D9" w:rsidRPr="00EA3257" w:rsidRDefault="00352CD9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3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CD9" w:rsidRPr="00EA3257" w:rsidRDefault="00352CD9" w:rsidP="00565A46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CD9" w:rsidRPr="00EA3257" w:rsidRDefault="00352CD9" w:rsidP="00565A46">
            <w:pPr>
              <w:jc w:val="right"/>
              <w:rPr>
                <w:szCs w:val="28"/>
              </w:rPr>
            </w:pPr>
            <w:r w:rsidRPr="00EA3257">
              <w:rPr>
                <w:szCs w:val="28"/>
              </w:rPr>
              <w:t>46 273,8</w:t>
            </w:r>
          </w:p>
        </w:tc>
      </w:tr>
      <w:tr w:rsidR="00352CD9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D9" w:rsidRPr="00EA3257" w:rsidRDefault="00352CD9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4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CD9" w:rsidRPr="00EA3257" w:rsidRDefault="00352CD9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CD9" w:rsidRPr="00EA3257" w:rsidRDefault="00352CD9" w:rsidP="00CC2D3F">
            <w:pPr>
              <w:jc w:val="right"/>
              <w:rPr>
                <w:szCs w:val="28"/>
              </w:rPr>
            </w:pPr>
            <w:r w:rsidRPr="00EA3257">
              <w:rPr>
                <w:szCs w:val="28"/>
              </w:rPr>
              <w:t>41 682,8</w:t>
            </w:r>
          </w:p>
        </w:tc>
      </w:tr>
      <w:tr w:rsidR="00352CD9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CD9" w:rsidRPr="00EA3257" w:rsidRDefault="00352CD9" w:rsidP="00565A46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5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CD9" w:rsidRPr="00EA3257" w:rsidRDefault="00352CD9" w:rsidP="00565A46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CD9" w:rsidRPr="00EA3257" w:rsidRDefault="00352CD9" w:rsidP="00565A46">
            <w:pPr>
              <w:jc w:val="right"/>
              <w:rPr>
                <w:szCs w:val="28"/>
              </w:rPr>
            </w:pPr>
            <w:r w:rsidRPr="00EA3257">
              <w:rPr>
                <w:szCs w:val="28"/>
              </w:rPr>
              <w:t>477,1</w:t>
            </w:r>
          </w:p>
        </w:tc>
      </w:tr>
      <w:tr w:rsidR="00352CD9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CD9" w:rsidRPr="00EA3257" w:rsidRDefault="00352CD9" w:rsidP="00565A46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6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CD9" w:rsidRPr="00EA3257" w:rsidRDefault="00352CD9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CD9" w:rsidRPr="00EA3257" w:rsidRDefault="00352CD9" w:rsidP="00CC2D3F">
            <w:pPr>
              <w:jc w:val="right"/>
              <w:rPr>
                <w:szCs w:val="28"/>
              </w:rPr>
            </w:pPr>
            <w:r w:rsidRPr="00EA3257">
              <w:rPr>
                <w:szCs w:val="28"/>
              </w:rPr>
              <w:t>419,9</w:t>
            </w:r>
          </w:p>
        </w:tc>
      </w:tr>
      <w:tr w:rsidR="00352CD9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D9" w:rsidRPr="00EA3257" w:rsidRDefault="00352CD9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lastRenderedPageBreak/>
              <w:t>7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CD9" w:rsidRPr="00EA3257" w:rsidRDefault="00352CD9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CD9" w:rsidRPr="00EA3257" w:rsidRDefault="00352CD9" w:rsidP="00CC2D3F">
            <w:pPr>
              <w:jc w:val="right"/>
              <w:rPr>
                <w:szCs w:val="28"/>
              </w:rPr>
            </w:pPr>
            <w:r w:rsidRPr="00EA3257">
              <w:rPr>
                <w:szCs w:val="28"/>
              </w:rPr>
              <w:t>9 372,0</w:t>
            </w:r>
          </w:p>
        </w:tc>
      </w:tr>
      <w:tr w:rsidR="00352CD9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D9" w:rsidRPr="00EA3257" w:rsidRDefault="00352CD9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8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CD9" w:rsidRPr="00EA3257" w:rsidRDefault="00352CD9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CD9" w:rsidRPr="00EA3257" w:rsidRDefault="00352CD9" w:rsidP="00CC2D3F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1111</w:t>
            </w:r>
            <w:r w:rsidRPr="00EA3257">
              <w:rPr>
                <w:szCs w:val="28"/>
              </w:rPr>
              <w:t>,5</w:t>
            </w:r>
          </w:p>
        </w:tc>
      </w:tr>
      <w:tr w:rsidR="00352CD9" w:rsidTr="0095537C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CD9" w:rsidRPr="00EA3257" w:rsidRDefault="00352CD9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9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CD9" w:rsidRPr="00EA3257" w:rsidRDefault="00352CD9" w:rsidP="007B37DB">
            <w:pPr>
              <w:rPr>
                <w:szCs w:val="28"/>
              </w:rPr>
            </w:pPr>
            <w:r w:rsidRPr="00EA3257">
              <w:rPr>
                <w:szCs w:val="28"/>
              </w:rPr>
              <w:t>Социальное обслуживание семьи и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CD9" w:rsidRPr="00EA3257" w:rsidRDefault="001D3873" w:rsidP="001D387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365,0</w:t>
            </w:r>
          </w:p>
        </w:tc>
      </w:tr>
      <w:tr w:rsidR="001D3873" w:rsidTr="0095537C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873" w:rsidRPr="001D3873" w:rsidRDefault="001D3873" w:rsidP="008A5D7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873" w:rsidRPr="00EA3257" w:rsidRDefault="00185C1E" w:rsidP="007B37DB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185C1E">
              <w:rPr>
                <w:szCs w:val="28"/>
              </w:rPr>
              <w:t>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873" w:rsidRDefault="001D3873" w:rsidP="001D387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128,7</w:t>
            </w:r>
          </w:p>
        </w:tc>
      </w:tr>
      <w:tr w:rsidR="00352CD9" w:rsidTr="0095537C">
        <w:trPr>
          <w:cantSplit/>
          <w:trHeight w:val="43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CD9" w:rsidRPr="00EA3257" w:rsidRDefault="00352CD9" w:rsidP="00CC2D3F">
            <w:pPr>
              <w:rPr>
                <w:szCs w:val="28"/>
              </w:rPr>
            </w:pPr>
          </w:p>
          <w:p w:rsidR="00352CD9" w:rsidRPr="00EA3257" w:rsidRDefault="00352CD9" w:rsidP="00CC2D3F">
            <w:pPr>
              <w:rPr>
                <w:szCs w:val="28"/>
              </w:rPr>
            </w:pPr>
            <w:r w:rsidRPr="00EA3257">
              <w:rPr>
                <w:szCs w:val="28"/>
              </w:rPr>
              <w:t xml:space="preserve"> 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CD9" w:rsidRPr="00EA3257" w:rsidRDefault="00352CD9" w:rsidP="002D24B3">
            <w:pPr>
              <w:rPr>
                <w:b/>
                <w:bCs/>
                <w:szCs w:val="28"/>
              </w:rPr>
            </w:pPr>
            <w:r w:rsidRPr="00EA3257">
              <w:rPr>
                <w:b/>
                <w:bCs/>
                <w:szCs w:val="28"/>
              </w:rPr>
              <w:t>Итого</w:t>
            </w:r>
            <w:r w:rsidR="00C31830">
              <w:rPr>
                <w:b/>
                <w:bCs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CD9" w:rsidRPr="00EA3257" w:rsidRDefault="002D24B3" w:rsidP="00B9484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133 253,6</w:t>
            </w:r>
          </w:p>
        </w:tc>
      </w:tr>
    </w:tbl>
    <w:p w:rsidR="0095537C" w:rsidRDefault="0095537C" w:rsidP="002A7901">
      <w:pPr>
        <w:jc w:val="right"/>
      </w:pPr>
    </w:p>
    <w:p w:rsidR="00AA75FA" w:rsidRPr="0095537C" w:rsidRDefault="0095537C" w:rsidP="002A7901">
      <w:pPr>
        <w:jc w:val="right"/>
      </w:pPr>
      <w:r>
        <w:t>».</w:t>
      </w:r>
    </w:p>
    <w:p w:rsidR="00CA770E" w:rsidRPr="0095537C" w:rsidRDefault="00CA770E" w:rsidP="007E513A"/>
    <w:p w:rsidR="007C2561" w:rsidRPr="0095537C" w:rsidRDefault="007C2561" w:rsidP="007E513A"/>
    <w:p w:rsidR="007B37DB" w:rsidRPr="0095537C" w:rsidRDefault="007B37DB" w:rsidP="007E513A"/>
    <w:p w:rsidR="00627195" w:rsidRDefault="00D33A2F" w:rsidP="00627195">
      <w:pPr>
        <w:rPr>
          <w:szCs w:val="28"/>
        </w:rPr>
      </w:pPr>
      <w:r>
        <w:rPr>
          <w:szCs w:val="28"/>
        </w:rPr>
        <w:t>Первый з</w:t>
      </w:r>
      <w:r w:rsidR="00627195">
        <w:rPr>
          <w:szCs w:val="28"/>
        </w:rPr>
        <w:t>аместитель главы муниципального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об</w:t>
      </w:r>
      <w:r w:rsidR="00072E25">
        <w:rPr>
          <w:szCs w:val="28"/>
        </w:rPr>
        <w:t>разования Новокубанский район</w:t>
      </w:r>
      <w:r>
        <w:rPr>
          <w:szCs w:val="28"/>
        </w:rPr>
        <w:t>,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начальник финансового управления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администрации муниципального</w:t>
      </w:r>
    </w:p>
    <w:p w:rsidR="00627195" w:rsidRPr="00B9484A" w:rsidRDefault="00627195" w:rsidP="007E513A">
      <w:pPr>
        <w:rPr>
          <w:szCs w:val="28"/>
        </w:rPr>
      </w:pPr>
      <w:r>
        <w:rPr>
          <w:szCs w:val="28"/>
        </w:rPr>
        <w:t xml:space="preserve">образования Новокубанский район </w:t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>
        <w:rPr>
          <w:szCs w:val="28"/>
        </w:rPr>
        <w:t xml:space="preserve">  Е.В.Афонина </w:t>
      </w:r>
    </w:p>
    <w:sectPr w:rsidR="00627195" w:rsidRPr="00B9484A" w:rsidSect="00CC2D3F">
      <w:headerReference w:type="default" r:id="rId7"/>
      <w:pgSz w:w="11906" w:h="16838"/>
      <w:pgMar w:top="851" w:right="567" w:bottom="851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209" w:rsidRDefault="009E7209" w:rsidP="00E12559">
      <w:r>
        <w:separator/>
      </w:r>
    </w:p>
  </w:endnote>
  <w:endnote w:type="continuationSeparator" w:id="0">
    <w:p w:rsidR="009E7209" w:rsidRDefault="009E720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209" w:rsidRDefault="009E7209" w:rsidP="00E12559">
      <w:r>
        <w:separator/>
      </w:r>
    </w:p>
  </w:footnote>
  <w:footnote w:type="continuationSeparator" w:id="0">
    <w:p w:rsidR="009E7209" w:rsidRDefault="009E720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441082"/>
      <w:docPartObj>
        <w:docPartGallery w:val="Page Numbers (Top of Page)"/>
        <w:docPartUnique/>
      </w:docPartObj>
    </w:sdtPr>
    <w:sdtEndPr/>
    <w:sdtContent>
      <w:p w:rsidR="007E6C06" w:rsidRDefault="007E6C06" w:rsidP="003D4A1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0C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293A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177"/>
    <w:rsid w:val="00937307"/>
    <w:rsid w:val="00940493"/>
    <w:rsid w:val="00944536"/>
    <w:rsid w:val="0094759C"/>
    <w:rsid w:val="009508B4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31830"/>
    <w:rsid w:val="00C3442C"/>
    <w:rsid w:val="00C35392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226D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342A"/>
    <w:rsid w:val="00DC4B2E"/>
    <w:rsid w:val="00DC4D47"/>
    <w:rsid w:val="00DC5EE6"/>
    <w:rsid w:val="00DC7791"/>
    <w:rsid w:val="00DD1DFA"/>
    <w:rsid w:val="00DD251E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4828"/>
    <w:rsid w:val="00EF538E"/>
    <w:rsid w:val="00EF6930"/>
    <w:rsid w:val="00EF7229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9562E7BB-E7C6-4A6B-98FB-82C13E8EC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D9B39-809A-4208-B176-AF5007F71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299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Христозова Антонина</cp:lastModifiedBy>
  <cp:revision>40</cp:revision>
  <cp:lastPrinted>2019-07-18T12:00:00Z</cp:lastPrinted>
  <dcterms:created xsi:type="dcterms:W3CDTF">2017-09-18T13:02:00Z</dcterms:created>
  <dcterms:modified xsi:type="dcterms:W3CDTF">2019-07-18T12:01:00Z</dcterms:modified>
</cp:coreProperties>
</file>